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AD681" w14:textId="2B69D675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9C4C9C">
        <w:rPr>
          <w:lang w:eastAsia="cs-CZ"/>
        </w:rPr>
        <w:t>4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426C2A">
        <w:rPr>
          <w:rStyle w:val="Siln"/>
        </w:rPr>
        <w:t>funkce</w:t>
      </w:r>
      <w:r w:rsidR="00C46DEB" w:rsidRPr="00426C2A">
        <w:rPr>
          <w:rStyle w:val="Siln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623FC5">
        <w:rPr>
          <w:rStyle w:val="Siln"/>
          <w:highlight w:val="green"/>
        </w:rPr>
        <w:t>[DOPLNÍ DODAVATEL]</w:t>
      </w:r>
    </w:p>
    <w:p w14:paraId="3C68B1A9" w14:textId="64CF35AD" w:rsidR="009348E2" w:rsidRPr="00A07A54" w:rsidRDefault="009348E2" w:rsidP="00426C2A">
      <w:pPr>
        <w:pStyle w:val="aodst"/>
      </w:pPr>
      <w:r w:rsidRPr="00A07A54">
        <w:t>Příjmení:</w:t>
      </w:r>
      <w:r w:rsidRPr="00623FC5">
        <w:rPr>
          <w:highlight w:val="green"/>
        </w:rPr>
        <w:t xml:space="preserve"> </w:t>
      </w:r>
      <w:r w:rsidRPr="00623FC5">
        <w:rPr>
          <w:rStyle w:val="Siln"/>
          <w:highlight w:val="green"/>
        </w:rPr>
        <w:t>[DOPLNÍ DODAVATEL]</w:t>
      </w:r>
    </w:p>
    <w:p w14:paraId="7C4B2CD9" w14:textId="44D3A5F4" w:rsidR="009348E2" w:rsidRDefault="009348E2" w:rsidP="00426C2A">
      <w:pPr>
        <w:pStyle w:val="aodst"/>
      </w:pPr>
      <w:r>
        <w:t xml:space="preserve">Příjmení za svobodna: </w:t>
      </w:r>
      <w:r w:rsidRPr="00623FC5">
        <w:rPr>
          <w:rStyle w:val="Siln"/>
          <w:highlight w:val="green"/>
        </w:rPr>
        <w:t>[DOPLNÍ DODAVATEL]</w:t>
      </w:r>
    </w:p>
    <w:p w14:paraId="6BDDF1D1" w14:textId="77777777" w:rsidR="009348E2" w:rsidRPr="00A07A54" w:rsidRDefault="009348E2" w:rsidP="00426C2A">
      <w:pPr>
        <w:pStyle w:val="aodst"/>
      </w:pPr>
      <w:r w:rsidRPr="00A07A54">
        <w:t xml:space="preserve">Jméno: </w:t>
      </w:r>
      <w:r w:rsidRPr="00623FC5">
        <w:rPr>
          <w:rStyle w:val="Siln"/>
          <w:highlight w:val="green"/>
        </w:rPr>
        <w:t>[DOPLNÍ DODAVATEL]</w:t>
      </w:r>
    </w:p>
    <w:p w14:paraId="69786774" w14:textId="77777777" w:rsidR="009348E2" w:rsidRPr="00A07A54" w:rsidRDefault="009348E2" w:rsidP="00426C2A">
      <w:pPr>
        <w:pStyle w:val="aodst"/>
      </w:pPr>
      <w:r w:rsidRPr="00A07A54">
        <w:t xml:space="preserve">Datum narození: </w:t>
      </w:r>
      <w:r w:rsidRPr="00623FC5">
        <w:rPr>
          <w:rStyle w:val="Siln"/>
          <w:highlight w:val="green"/>
        </w:rPr>
        <w:t>[DOPLNÍ DODAVATEL]</w:t>
      </w:r>
    </w:p>
    <w:p w14:paraId="600575B9" w14:textId="31452EF2" w:rsidR="009348E2" w:rsidRDefault="009348E2" w:rsidP="00426C2A">
      <w:pPr>
        <w:pStyle w:val="aodst"/>
      </w:pPr>
      <w:r>
        <w:t xml:space="preserve">Dosažené vzdělání (od-do): </w:t>
      </w:r>
      <w:r w:rsidRPr="00623FC5">
        <w:rPr>
          <w:rStyle w:val="Siln"/>
          <w:highlight w:val="green"/>
        </w:rPr>
        <w:t>[DOPLNÍ DODAVATEL]</w:t>
      </w:r>
    </w:p>
    <w:p w14:paraId="039FA204" w14:textId="77777777" w:rsidR="009348E2" w:rsidRPr="00A07A54" w:rsidRDefault="009348E2" w:rsidP="00426C2A">
      <w:pPr>
        <w:pStyle w:val="aodst"/>
      </w:pPr>
      <w:r w:rsidRPr="00A07A54">
        <w:t xml:space="preserve">Kontaktní pracovní adresa (včetně pracovního tel/e-mail): </w:t>
      </w:r>
      <w:r w:rsidRPr="00623FC5">
        <w:rPr>
          <w:rStyle w:val="Siln"/>
          <w:highlight w:val="green"/>
        </w:rPr>
        <w:t>[DOPLNÍ DODAVATEL]</w:t>
      </w:r>
    </w:p>
    <w:p w14:paraId="4CFF6782" w14:textId="706DFCAA" w:rsidR="009348E2" w:rsidRPr="00C46DEB" w:rsidRDefault="009348E2" w:rsidP="00426C2A">
      <w:pPr>
        <w:pStyle w:val="aodst"/>
      </w:pPr>
      <w:r w:rsidRPr="00A07A54">
        <w:t xml:space="preserve">Současná funkce/pracovní pozice včetně zaměstnavatele a vztahu k zaměstnavateli, příp. uvést OSVČ či jinak dle skutečného stavu: </w:t>
      </w:r>
      <w:r w:rsidRPr="00623FC5">
        <w:rPr>
          <w:rStyle w:val="Siln"/>
          <w:highlight w:val="green"/>
        </w:rPr>
        <w:t>[DOPLNÍ DODAVATEL]</w:t>
      </w:r>
    </w:p>
    <w:p w14:paraId="207A8CC7" w14:textId="032CB568" w:rsidR="009348E2" w:rsidRPr="00A5796D" w:rsidRDefault="009348E2" w:rsidP="00426C2A">
      <w:pPr>
        <w:pStyle w:val="Odstbez"/>
      </w:pPr>
      <w:r w:rsidRPr="00426C2A">
        <w:rPr>
          <w:rStyle w:val="Kurzva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</w:t>
      </w:r>
      <w:r w:rsidRPr="00A07A54">
        <w:t>.</w:t>
      </w:r>
    </w:p>
    <w:p w14:paraId="187780F1" w14:textId="77777777" w:rsidR="009348E2" w:rsidRPr="00623FC5" w:rsidRDefault="009348E2" w:rsidP="00426C2A">
      <w:pPr>
        <w:pStyle w:val="aodst"/>
        <w:rPr>
          <w:rStyle w:val="Siln"/>
          <w:b w:val="0"/>
          <w:bCs w:val="0"/>
        </w:rPr>
      </w:pPr>
      <w:r w:rsidRPr="00A07A54">
        <w:t xml:space="preserve">Hlavní kvalifikace: </w:t>
      </w:r>
      <w:r w:rsidRPr="00623FC5">
        <w:rPr>
          <w:rStyle w:val="Siln"/>
          <w:highlight w:val="green"/>
        </w:rPr>
        <w:t>[DOPLNÍ DODAVATEL]</w:t>
      </w:r>
    </w:p>
    <w:p w14:paraId="4B3300EA" w14:textId="42150969" w:rsidR="00623FC5" w:rsidRDefault="00623FC5" w:rsidP="00623FC5">
      <w:pPr>
        <w:pStyle w:val="aodst"/>
      </w:pPr>
      <w:r>
        <w:t xml:space="preserve">Úroveň znalosti českého nebo slovenského jazyka podle Společného evropského referenčního rámce, není-li osoba rodilým mluvčím: </w:t>
      </w:r>
      <w:r w:rsidRPr="00623FC5">
        <w:rPr>
          <w:b/>
          <w:bCs/>
          <w:highlight w:val="green"/>
        </w:rPr>
        <w:t>[DOPLNÍ DODAVATEL]</w:t>
      </w:r>
      <w:r>
        <w:t xml:space="preserve"> </w:t>
      </w:r>
    </w:p>
    <w:p w14:paraId="2C25D411" w14:textId="77777777" w:rsidR="009348E2" w:rsidRPr="00A07A54" w:rsidRDefault="009348E2" w:rsidP="00426C2A">
      <w:pPr>
        <w:pStyle w:val="aodst"/>
      </w:pPr>
      <w:r w:rsidRPr="00426C2A">
        <w:rPr>
          <w:rStyle w:val="Siln"/>
        </w:rPr>
        <w:t>Praxe</w:t>
      </w:r>
      <w:r w:rsidRPr="00A07A54">
        <w:t xml:space="preserve"> pro účely prokázání kvalifikace</w:t>
      </w:r>
      <w:r w:rsidRPr="00A07A54">
        <w:rPr>
          <w:smallCaps/>
          <w:vertAlign w:val="superscript"/>
        </w:rPr>
        <w:t xml:space="preserve"> </w:t>
      </w:r>
      <w:r w:rsidRPr="00A07A54">
        <w:rPr>
          <w:smallCaps/>
          <w:vertAlign w:val="superscript"/>
        </w:rPr>
        <w:footnoteReference w:id="1"/>
      </w:r>
      <w:r w:rsidRPr="00A07A54">
        <w:t>: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7FCE4E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426C2A">
            <w:pPr>
              <w:rPr>
                <w:iCs/>
              </w:rPr>
            </w:pPr>
            <w:r w:rsidRPr="00A07A54"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426C2A" w:rsidRDefault="009348E2" w:rsidP="00426C2A">
            <w:pPr>
              <w:rPr>
                <w:rStyle w:val="Siln"/>
                <w:highlight w:val="yellow"/>
              </w:rPr>
            </w:pPr>
            <w:r w:rsidRPr="00623FC5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3271F00B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426C2A" w:rsidRDefault="009348E2" w:rsidP="00426C2A">
            <w:pPr>
              <w:rPr>
                <w:rStyle w:val="Siln"/>
              </w:rPr>
            </w:pPr>
            <w:r w:rsidRPr="00623FC5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71AFBA76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426C2A" w:rsidRDefault="009348E2" w:rsidP="00426C2A">
            <w:pPr>
              <w:rPr>
                <w:rStyle w:val="Siln"/>
              </w:rPr>
            </w:pPr>
            <w:r w:rsidRPr="00623FC5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3467ABD6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426C2A" w:rsidRDefault="009348E2" w:rsidP="00426C2A">
            <w:pPr>
              <w:rPr>
                <w:rStyle w:val="Siln"/>
              </w:rPr>
            </w:pPr>
            <w:r w:rsidRPr="00623FC5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1D874478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426C2A" w:rsidRDefault="009348E2" w:rsidP="00426C2A">
            <w:pPr>
              <w:rPr>
                <w:rStyle w:val="Siln"/>
              </w:rPr>
            </w:pPr>
            <w:r w:rsidRPr="00623FC5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1EF9190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426C2A" w:rsidRDefault="009348E2" w:rsidP="00426C2A">
            <w:pPr>
              <w:rPr>
                <w:rStyle w:val="Siln"/>
              </w:rPr>
            </w:pPr>
            <w:r w:rsidRPr="00623FC5">
              <w:rPr>
                <w:rStyle w:val="Siln"/>
                <w:highlight w:val="green"/>
              </w:rPr>
              <w:t>[DOPLNÍ DODAVATEL]</w:t>
            </w:r>
          </w:p>
        </w:tc>
      </w:tr>
    </w:tbl>
    <w:p w14:paraId="44714602" w14:textId="77777777" w:rsidR="009348E2" w:rsidRPr="00A07A54" w:rsidRDefault="009348E2" w:rsidP="00426C2A">
      <w:pPr>
        <w:pStyle w:val="aodst"/>
      </w:pPr>
      <w:r w:rsidRPr="00A07A54">
        <w:t xml:space="preserve">Osoba </w:t>
      </w:r>
      <w:r w:rsidRPr="00095310">
        <w:rPr>
          <w:highlight w:val="green"/>
        </w:rPr>
        <w:t>je / není</w:t>
      </w:r>
      <w:r w:rsidRPr="00A07A54">
        <w:t xml:space="preserve"> </w:t>
      </w:r>
      <w:r w:rsidRPr="00095310">
        <w:rPr>
          <w:rStyle w:val="Siln"/>
          <w:highlight w:val="green"/>
        </w:rPr>
        <w:t>[DOPLNÍ DODAVATEL]</w:t>
      </w:r>
      <w:r w:rsidRPr="00A07A54">
        <w:t xml:space="preserve"> současně zaměstnancem zadavatele.</w:t>
      </w:r>
    </w:p>
    <w:p w14:paraId="7BAF5EE3" w14:textId="77777777" w:rsidR="009348E2" w:rsidRPr="00A07A54" w:rsidRDefault="009348E2" w:rsidP="00426C2A">
      <w:pPr>
        <w:pStyle w:val="aodst"/>
      </w:pPr>
      <w:r w:rsidRPr="00426C2A">
        <w:rPr>
          <w:rStyle w:val="Siln"/>
        </w:rPr>
        <w:t>Zkušenosti</w:t>
      </w:r>
      <w:r w:rsidRPr="00A07A54">
        <w:t xml:space="preserve"> (popis věcného rozsahu služby – v detailu potřebném pro ověření splnění požadavků)</w:t>
      </w:r>
      <w:r w:rsidRPr="00A07A54">
        <w:rPr>
          <w:b/>
          <w:smallCaps/>
          <w:vertAlign w:val="superscript"/>
        </w:rPr>
        <w:footnoteReference w:id="2"/>
      </w:r>
      <w:r w:rsidRPr="00A07A54">
        <w:rPr>
          <w:b/>
        </w:rPr>
        <w:t xml:space="preserve">: 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C46439C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2D4A088B" w:rsidR="009348E2" w:rsidRPr="00426C2A" w:rsidRDefault="009348E2" w:rsidP="00426C2A">
            <w:pPr>
              <w:rPr>
                <w:rStyle w:val="Siln"/>
                <w:highlight w:val="yellow"/>
              </w:rPr>
            </w:pPr>
            <w:r w:rsidRPr="00095310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091FBA54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426C2A" w:rsidRDefault="009348E2" w:rsidP="00426C2A">
            <w:pPr>
              <w:rPr>
                <w:rStyle w:val="Siln"/>
              </w:rPr>
            </w:pPr>
            <w:r w:rsidRPr="00095310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4FCAA12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</w:t>
            </w:r>
            <w:proofErr w:type="gramStart"/>
            <w:r w:rsidRPr="00A07A54">
              <w:rPr>
                <w:rFonts w:cstheme="minorHAnsi"/>
              </w:rPr>
              <w:t>zkušenosti - délka</w:t>
            </w:r>
            <w:proofErr w:type="gramEnd"/>
            <w:r w:rsidRPr="00A07A54">
              <w:rPr>
                <w:rFonts w:cstheme="minorHAnsi"/>
              </w:rPr>
              <w:t xml:space="preserve">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426C2A" w:rsidRDefault="009348E2" w:rsidP="00426C2A">
            <w:pPr>
              <w:rPr>
                <w:rStyle w:val="Siln"/>
                <w:highlight w:val="yellow"/>
              </w:rPr>
            </w:pPr>
            <w:r w:rsidRPr="00095310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74E42D8C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Objednatel zakázky (obch. firma/název a sídlo a kontaktní osoba </w:t>
            </w:r>
            <w:proofErr w:type="gramStart"/>
            <w:r w:rsidRPr="00A07A54">
              <w:rPr>
                <w:rFonts w:cstheme="minorHAnsi"/>
              </w:rPr>
              <w:t>objednatele - jméno</w:t>
            </w:r>
            <w:proofErr w:type="gramEnd"/>
            <w:r w:rsidRPr="00A07A54">
              <w:rPr>
                <w:rFonts w:cstheme="minorHAnsi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426C2A" w:rsidRDefault="009348E2" w:rsidP="00426C2A">
            <w:pPr>
              <w:rPr>
                <w:rStyle w:val="Siln"/>
              </w:rPr>
            </w:pPr>
            <w:r w:rsidRPr="00095310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563E4B45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426C2A" w:rsidRDefault="009348E2" w:rsidP="00426C2A">
            <w:pPr>
              <w:rPr>
                <w:rStyle w:val="Siln"/>
              </w:rPr>
            </w:pPr>
            <w:r w:rsidRPr="00095310">
              <w:rPr>
                <w:rStyle w:val="Siln"/>
                <w:highlight w:val="green"/>
              </w:rPr>
              <w:t>[DOPLNÍ DODAVATEL]</w:t>
            </w:r>
          </w:p>
        </w:tc>
      </w:tr>
    </w:tbl>
    <w:p w14:paraId="03F76E09" w14:textId="714FE9ED" w:rsidR="009348E2" w:rsidRDefault="009348E2" w:rsidP="006926E9"/>
    <w:sectPr w:rsidR="009348E2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20B747" w14:textId="77777777" w:rsidR="00414FFE" w:rsidRDefault="00414FFE" w:rsidP="00962258">
      <w:pPr>
        <w:spacing w:after="0" w:line="240" w:lineRule="auto"/>
      </w:pPr>
      <w:r>
        <w:separator/>
      </w:r>
    </w:p>
  </w:endnote>
  <w:endnote w:type="continuationSeparator" w:id="0">
    <w:p w14:paraId="545A6652" w14:textId="77777777" w:rsidR="00414FFE" w:rsidRDefault="00414FF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1593C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E9F79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26C2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B" w14:textId="77777777" w:rsidR="00F1715C" w:rsidRDefault="00F1715C" w:rsidP="00426C2A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26C2A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D361DBD" w14:textId="77777777" w:rsidR="00F1715C" w:rsidRDefault="00F1715C" w:rsidP="00426C2A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D361DBE" w14:textId="77777777" w:rsidR="00F1715C" w:rsidRDefault="00F1715C" w:rsidP="00426C2A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26C2A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26C2A">
          <w:pPr>
            <w:pStyle w:val="Zpat"/>
            <w:spacing w:before="0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67A98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8562B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FDD933" w14:textId="77777777" w:rsidR="00414FFE" w:rsidRDefault="00414FFE" w:rsidP="00962258">
      <w:pPr>
        <w:spacing w:after="0" w:line="240" w:lineRule="auto"/>
      </w:pPr>
      <w:r>
        <w:separator/>
      </w:r>
    </w:p>
  </w:footnote>
  <w:footnote w:type="continuationSeparator" w:id="0">
    <w:p w14:paraId="570DC523" w14:textId="77777777" w:rsidR="00414FFE" w:rsidRDefault="00414FFE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426C2A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 xml:space="preserve">V případě další praxe </w:t>
      </w:r>
      <w:r>
        <w:t>použije dodavatel tabulku opakovaně dle potřeby</w:t>
      </w:r>
      <w:r w:rsidRPr="000D3ABF">
        <w:t>.</w:t>
      </w:r>
    </w:p>
  </w:footnote>
  <w:footnote w:id="2">
    <w:p w14:paraId="1D52904C" w14:textId="77777777" w:rsidR="009348E2" w:rsidRPr="000D3ABF" w:rsidRDefault="009348E2" w:rsidP="00426C2A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>V případě další</w:t>
      </w:r>
      <w:r>
        <w:t>ch zkušeností</w:t>
      </w:r>
      <w:r w:rsidRPr="000D3ABF">
        <w:t xml:space="preserve"> </w:t>
      </w:r>
      <w:r>
        <w:t>použije dodavatel tabulku opakovaně dle potřeby</w:t>
      </w:r>
      <w:r w:rsidRPr="000D3AB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B792D" w14:textId="2A526ED0" w:rsidR="009C4C9C" w:rsidRDefault="009C4C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34CCA7E9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69A9DE93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multilevel"/>
    <w:tmpl w:val="5008BFB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aodst"/>
      <w:lvlText w:val="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856188">
    <w:abstractNumId w:val="4"/>
  </w:num>
  <w:num w:numId="2" w16cid:durableId="168449652">
    <w:abstractNumId w:val="3"/>
  </w:num>
  <w:num w:numId="3" w16cid:durableId="15098329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7964016">
    <w:abstractNumId w:val="12"/>
  </w:num>
  <w:num w:numId="5" w16cid:durableId="1341813658">
    <w:abstractNumId w:val="6"/>
  </w:num>
  <w:num w:numId="6" w16cid:durableId="571163504">
    <w:abstractNumId w:val="8"/>
  </w:num>
  <w:num w:numId="7" w16cid:durableId="1674911499">
    <w:abstractNumId w:val="0"/>
  </w:num>
  <w:num w:numId="8" w16cid:durableId="374349479">
    <w:abstractNumId w:val="9"/>
  </w:num>
  <w:num w:numId="9" w16cid:durableId="20067847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24485114">
    <w:abstractNumId w:val="8"/>
  </w:num>
  <w:num w:numId="11" w16cid:durableId="1757820595">
    <w:abstractNumId w:val="3"/>
  </w:num>
  <w:num w:numId="12" w16cid:durableId="904295975">
    <w:abstractNumId w:val="8"/>
  </w:num>
  <w:num w:numId="13" w16cid:durableId="2116359979">
    <w:abstractNumId w:val="8"/>
  </w:num>
  <w:num w:numId="14" w16cid:durableId="1608460648">
    <w:abstractNumId w:val="8"/>
  </w:num>
  <w:num w:numId="15" w16cid:durableId="1008170982">
    <w:abstractNumId w:val="8"/>
  </w:num>
  <w:num w:numId="16" w16cid:durableId="1986887083">
    <w:abstractNumId w:val="13"/>
  </w:num>
  <w:num w:numId="17" w16cid:durableId="712272526">
    <w:abstractNumId w:val="4"/>
  </w:num>
  <w:num w:numId="18" w16cid:durableId="1078479675">
    <w:abstractNumId w:val="13"/>
  </w:num>
  <w:num w:numId="19" w16cid:durableId="1896626628">
    <w:abstractNumId w:val="13"/>
  </w:num>
  <w:num w:numId="20" w16cid:durableId="1816799279">
    <w:abstractNumId w:val="13"/>
  </w:num>
  <w:num w:numId="21" w16cid:durableId="352339929">
    <w:abstractNumId w:val="13"/>
  </w:num>
  <w:num w:numId="22" w16cid:durableId="1959095974">
    <w:abstractNumId w:val="8"/>
  </w:num>
  <w:num w:numId="23" w16cid:durableId="1354648324">
    <w:abstractNumId w:val="3"/>
  </w:num>
  <w:num w:numId="24" w16cid:durableId="2069303266">
    <w:abstractNumId w:val="8"/>
  </w:num>
  <w:num w:numId="25" w16cid:durableId="1924215273">
    <w:abstractNumId w:val="8"/>
  </w:num>
  <w:num w:numId="26" w16cid:durableId="1066730236">
    <w:abstractNumId w:val="8"/>
  </w:num>
  <w:num w:numId="27" w16cid:durableId="1195651249">
    <w:abstractNumId w:val="8"/>
  </w:num>
  <w:num w:numId="28" w16cid:durableId="1139418436">
    <w:abstractNumId w:val="13"/>
  </w:num>
  <w:num w:numId="29" w16cid:durableId="1064064395">
    <w:abstractNumId w:val="4"/>
  </w:num>
  <w:num w:numId="30" w16cid:durableId="700016673">
    <w:abstractNumId w:val="13"/>
  </w:num>
  <w:num w:numId="31" w16cid:durableId="847868046">
    <w:abstractNumId w:val="13"/>
  </w:num>
  <w:num w:numId="32" w16cid:durableId="2026636617">
    <w:abstractNumId w:val="13"/>
  </w:num>
  <w:num w:numId="33" w16cid:durableId="1366637309">
    <w:abstractNumId w:val="13"/>
  </w:num>
  <w:num w:numId="34" w16cid:durableId="1939828046">
    <w:abstractNumId w:val="1"/>
  </w:num>
  <w:num w:numId="35" w16cid:durableId="1685787755">
    <w:abstractNumId w:val="2"/>
  </w:num>
  <w:num w:numId="36" w16cid:durableId="38481406">
    <w:abstractNumId w:val="5"/>
  </w:num>
  <w:num w:numId="37" w16cid:durableId="900333684">
    <w:abstractNumId w:val="7"/>
  </w:num>
  <w:num w:numId="38" w16cid:durableId="1959676041">
    <w:abstractNumId w:val="14"/>
  </w:num>
  <w:num w:numId="39" w16cid:durableId="74530538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8DC"/>
    <w:rsid w:val="00002FD3"/>
    <w:rsid w:val="00020197"/>
    <w:rsid w:val="000205AF"/>
    <w:rsid w:val="0004385B"/>
    <w:rsid w:val="00072C1E"/>
    <w:rsid w:val="000812B4"/>
    <w:rsid w:val="00095310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956A8"/>
    <w:rsid w:val="001D6EA1"/>
    <w:rsid w:val="00207DF5"/>
    <w:rsid w:val="002268EF"/>
    <w:rsid w:val="00227D55"/>
    <w:rsid w:val="00256810"/>
    <w:rsid w:val="002645FF"/>
    <w:rsid w:val="00280E07"/>
    <w:rsid w:val="002A0C0D"/>
    <w:rsid w:val="002B7C8F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14FFE"/>
    <w:rsid w:val="00426C2A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3FC5"/>
    <w:rsid w:val="00624394"/>
    <w:rsid w:val="00646955"/>
    <w:rsid w:val="00660AD3"/>
    <w:rsid w:val="00675FF6"/>
    <w:rsid w:val="00677B7F"/>
    <w:rsid w:val="0068120C"/>
    <w:rsid w:val="006923BA"/>
    <w:rsid w:val="006926E9"/>
    <w:rsid w:val="0069377D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45E45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C4C9C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96D27"/>
    <w:rsid w:val="00AA4CBB"/>
    <w:rsid w:val="00AA65FA"/>
    <w:rsid w:val="00AA7351"/>
    <w:rsid w:val="00AD056F"/>
    <w:rsid w:val="00AD6731"/>
    <w:rsid w:val="00B11770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24A86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61D84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26E9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926E9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926E9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6926E9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paragraph" w:customStyle="1" w:styleId="aodst">
    <w:name w:val="a. odst."/>
    <w:basedOn w:val="Normln"/>
    <w:link w:val="aodstChar"/>
    <w:qFormat/>
    <w:rsid w:val="006926E9"/>
    <w:pPr>
      <w:numPr>
        <w:ilvl w:val="1"/>
        <w:numId w:val="39"/>
      </w:numPr>
      <w:spacing w:before="240" w:after="240"/>
    </w:pPr>
    <w:rPr>
      <w:rFonts w:cstheme="minorHAnsi"/>
    </w:rPr>
  </w:style>
  <w:style w:type="character" w:customStyle="1" w:styleId="aodstChar">
    <w:name w:val="a. odst. Char"/>
    <w:basedOn w:val="Standardnpsmoodstavce"/>
    <w:link w:val="aodst"/>
    <w:rsid w:val="006926E9"/>
    <w:rPr>
      <w:rFonts w:cstheme="minorHAnsi"/>
    </w:rPr>
  </w:style>
  <w:style w:type="paragraph" w:customStyle="1" w:styleId="Odstbez">
    <w:name w:val="Odst. bez č."/>
    <w:basedOn w:val="Normln"/>
    <w:link w:val="OdstbezChar"/>
    <w:qFormat/>
    <w:rsid w:val="00A96D27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A96D27"/>
    <w:rPr>
      <w:rFonts w:cstheme="minorHAnsi"/>
    </w:rPr>
  </w:style>
  <w:style w:type="character" w:customStyle="1" w:styleId="Kurzva">
    <w:name w:val="Kurzíva"/>
    <w:basedOn w:val="Standardnpsmoodstavce"/>
    <w:uiPriority w:val="1"/>
    <w:qFormat/>
    <w:rsid w:val="00A96D27"/>
    <w:rPr>
      <w:i/>
    </w:rPr>
  </w:style>
  <w:style w:type="paragraph" w:customStyle="1" w:styleId="Poznmkypodarou">
    <w:name w:val="Poznámky pod čarou"/>
    <w:basedOn w:val="Textpoznpodarou"/>
    <w:link w:val="PoznmkypodarouChar"/>
    <w:qFormat/>
    <w:rsid w:val="00A96D27"/>
    <w:rPr>
      <w:rFonts w:cs="Arial"/>
    </w:rPr>
  </w:style>
  <w:style w:type="character" w:customStyle="1" w:styleId="PoznmkypodarouChar">
    <w:name w:val="Poznámky pod čarou Char"/>
    <w:basedOn w:val="TextpoznpodarouChar"/>
    <w:link w:val="Poznmkypodarou"/>
    <w:rsid w:val="00A96D27"/>
    <w:rPr>
      <w:rFonts w:cs="Arial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E17B76-CF31-4B04-9A04-42B86C8ADF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3C78A0-1EFE-46AC-9136-9100F13ED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341</Words>
  <Characters>2018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3</cp:revision>
  <cp:lastPrinted>2020-07-15T06:29:00Z</cp:lastPrinted>
  <dcterms:created xsi:type="dcterms:W3CDTF">2025-09-10T14:34:00Z</dcterms:created>
  <dcterms:modified xsi:type="dcterms:W3CDTF">2025-09-12T11:52:00Z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